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006" w:rsidRPr="0036355E" w:rsidRDefault="005E2006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27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2006" w:rsidRPr="0036355E" w:rsidRDefault="005E2006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2006" w:rsidRPr="00161E78" w:rsidRDefault="005E2006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5E2006" w:rsidRPr="00161E78" w:rsidRDefault="005E2006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5E2006" w:rsidRPr="00161E78" w:rsidRDefault="005E2006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5E2006" w:rsidRPr="00161E78" w:rsidRDefault="005E2006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2006" w:rsidRPr="00161E78" w:rsidRDefault="005E2006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5E2006" w:rsidRPr="00161E78" w:rsidRDefault="005E2006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5E2006" w:rsidRPr="00161E78" w:rsidRDefault="005E2006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2006" w:rsidRDefault="005E2006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27 марта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 39</w:t>
      </w:r>
    </w:p>
    <w:p w:rsidR="005E2006" w:rsidRPr="00161E78" w:rsidRDefault="005E2006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E2006" w:rsidRPr="00161E78" w:rsidRDefault="005E2006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5E2006" w:rsidRDefault="005E2006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5E2006" w:rsidRDefault="005E2006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5E2006" w:rsidRPr="009D58BB">
        <w:trPr>
          <w:trHeight w:val="1097"/>
        </w:trPr>
        <w:tc>
          <w:tcPr>
            <w:tcW w:w="9016" w:type="dxa"/>
          </w:tcPr>
          <w:p w:rsidR="005E2006" w:rsidRPr="009D58BB" w:rsidRDefault="005E200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5E2006" w:rsidRPr="009D58BB" w:rsidRDefault="005E200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E2006" w:rsidRPr="00DD5EF6" w:rsidRDefault="005E2006" w:rsidP="00C351E8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5E2006" w:rsidRPr="00DD5EF6" w:rsidRDefault="005E2006" w:rsidP="00C351E8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5E2006" w:rsidRPr="00DD5EF6" w:rsidRDefault="005E2006" w:rsidP="00C351E8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>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5E2006" w:rsidRPr="00DD5EF6" w:rsidRDefault="005E2006" w:rsidP="00C351E8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 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18 678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5EF6">
        <w:rPr>
          <w:rFonts w:ascii="Times New Roman" w:hAnsi="Times New Roman" w:cs="Times New Roman"/>
          <w:sz w:val="28"/>
          <w:szCs w:val="28"/>
        </w:rPr>
        <w:t>52,04 рублей;</w:t>
      </w:r>
    </w:p>
    <w:p w:rsidR="005E2006" w:rsidRPr="009C0FAC" w:rsidRDefault="005E2006" w:rsidP="009C0F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0FAC">
        <w:rPr>
          <w:rFonts w:ascii="Times New Roman" w:hAnsi="Times New Roman" w:cs="Times New Roman"/>
          <w:sz w:val="28"/>
          <w:szCs w:val="28"/>
        </w:rPr>
        <w:t xml:space="preserve">    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20 162 0</w:t>
      </w:r>
      <w:r w:rsidRPr="009C0FAC">
        <w:rPr>
          <w:rFonts w:ascii="Times New Roman" w:hAnsi="Times New Roman" w:cs="Times New Roman"/>
          <w:sz w:val="28"/>
          <w:szCs w:val="28"/>
        </w:rPr>
        <w:t>17,17 рублей;»</w:t>
      </w:r>
    </w:p>
    <w:p w:rsidR="005E2006" w:rsidRDefault="005E2006" w:rsidP="009C0FAC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D5EF6">
        <w:rPr>
          <w:rFonts w:ascii="Times New Roman" w:hAnsi="Times New Roman" w:cs="Times New Roman"/>
          <w:sz w:val="28"/>
          <w:szCs w:val="28"/>
        </w:rPr>
        <w:t xml:space="preserve">. </w:t>
      </w:r>
      <w:r w:rsidRPr="00A408B0">
        <w:rPr>
          <w:rFonts w:ascii="Times New Roman" w:hAnsi="Times New Roman" w:cs="Times New Roman"/>
          <w:sz w:val="28"/>
          <w:szCs w:val="28"/>
        </w:rPr>
        <w:t xml:space="preserve">На основании Закона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Pr="00A408B0">
        <w:rPr>
          <w:rFonts w:ascii="Times New Roman" w:hAnsi="Times New Roman" w:cs="Times New Roman"/>
          <w:sz w:val="28"/>
          <w:szCs w:val="28"/>
        </w:rPr>
        <w:t>декабря 201</w:t>
      </w:r>
      <w:r>
        <w:rPr>
          <w:rFonts w:ascii="Times New Roman" w:hAnsi="Times New Roman" w:cs="Times New Roman"/>
          <w:sz w:val="28"/>
          <w:szCs w:val="28"/>
        </w:rPr>
        <w:t>4 года № 3068</w:t>
      </w:r>
      <w:r w:rsidRPr="00A408B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408B0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годов» (с изменениями и дополнениями)  прочие субсидии бюджетам </w:t>
      </w:r>
      <w:r>
        <w:rPr>
          <w:rFonts w:ascii="Times New Roman" w:hAnsi="Times New Roman" w:cs="Times New Roman"/>
          <w:sz w:val="28"/>
          <w:szCs w:val="28"/>
        </w:rPr>
        <w:t xml:space="preserve">сельским </w:t>
      </w:r>
      <w:r w:rsidRPr="00A408B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408B0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2 975 500,00 </w:t>
      </w:r>
      <w:r w:rsidRPr="00A408B0">
        <w:rPr>
          <w:rFonts w:ascii="Times New Roman" w:hAnsi="Times New Roman" w:cs="Times New Roman"/>
          <w:sz w:val="28"/>
          <w:szCs w:val="28"/>
        </w:rPr>
        <w:t>рублей направить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E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408B0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E2006" w:rsidRDefault="005E2006" w:rsidP="009C0FAC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59 2 0059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» в сумме 2 727 922,00 рублей, </w:t>
      </w:r>
    </w:p>
    <w:p w:rsidR="005E2006" w:rsidRPr="00A408B0" w:rsidRDefault="005E2006" w:rsidP="009C0FAC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 xml:space="preserve">59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B461D">
        <w:rPr>
          <w:rFonts w:ascii="Times New Roman" w:hAnsi="Times New Roman" w:cs="Times New Roman"/>
          <w:sz w:val="28"/>
          <w:szCs w:val="28"/>
        </w:rPr>
        <w:t xml:space="preserve"> 0059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247 578,00 рублей на п</w:t>
      </w:r>
      <w:r w:rsidRPr="00987858">
        <w:rPr>
          <w:rFonts w:ascii="Times New Roman" w:hAnsi="Times New Roman" w:cs="Times New Roman"/>
          <w:sz w:val="28"/>
          <w:szCs w:val="28"/>
        </w:rPr>
        <w:t>оэтапное повышение уровня средней заработной платы работников муниципальных учреждений до средней заработной платы по Краснодарскому краю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2006" w:rsidRPr="0093387D" w:rsidRDefault="005E2006" w:rsidP="0093387D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2-6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5E2006" w:rsidRPr="00DD5EF6" w:rsidRDefault="005E2006" w:rsidP="00755BD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5E2006" w:rsidRDefault="005E2006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5E2006" w:rsidRPr="00DD5EF6" w:rsidRDefault="005E2006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2006" w:rsidRPr="00DD5EF6" w:rsidRDefault="005E2006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</w:t>
      </w:r>
    </w:p>
    <w:p w:rsidR="005E2006" w:rsidRPr="00DD5EF6" w:rsidRDefault="005E2006" w:rsidP="00532012">
      <w:pPr>
        <w:tabs>
          <w:tab w:val="left" w:pos="0"/>
          <w:tab w:val="left" w:pos="900"/>
        </w:tabs>
      </w:pPr>
      <w:r w:rsidRPr="00DD5EF6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В.Н. Лантратов</w:t>
      </w:r>
    </w:p>
    <w:sectPr w:rsidR="005E2006" w:rsidRPr="00DD5EF6" w:rsidSect="00427ACA">
      <w:headerReference w:type="default" r:id="rId8"/>
      <w:pgSz w:w="11906" w:h="16838"/>
      <w:pgMar w:top="79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006" w:rsidRDefault="005E2006" w:rsidP="00B57B3B">
      <w:r>
        <w:separator/>
      </w:r>
    </w:p>
  </w:endnote>
  <w:endnote w:type="continuationSeparator" w:id="0">
    <w:p w:rsidR="005E2006" w:rsidRDefault="005E200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006" w:rsidRDefault="005E2006" w:rsidP="00B57B3B">
      <w:r>
        <w:separator/>
      </w:r>
    </w:p>
  </w:footnote>
  <w:footnote w:type="continuationSeparator" w:id="0">
    <w:p w:rsidR="005E2006" w:rsidRDefault="005E200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006" w:rsidRPr="003139BC" w:rsidRDefault="005E2006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5E2006" w:rsidRDefault="005E200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7DF0"/>
    <w:rsid w:val="0002516C"/>
    <w:rsid w:val="00054A0C"/>
    <w:rsid w:val="000555BA"/>
    <w:rsid w:val="000775A2"/>
    <w:rsid w:val="00083738"/>
    <w:rsid w:val="00084484"/>
    <w:rsid w:val="0009154D"/>
    <w:rsid w:val="000925BE"/>
    <w:rsid w:val="000A21CA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6D0D"/>
    <w:rsid w:val="00127418"/>
    <w:rsid w:val="001410FA"/>
    <w:rsid w:val="0014349A"/>
    <w:rsid w:val="00156AB4"/>
    <w:rsid w:val="00161E78"/>
    <w:rsid w:val="0016416E"/>
    <w:rsid w:val="00164408"/>
    <w:rsid w:val="00166494"/>
    <w:rsid w:val="00167482"/>
    <w:rsid w:val="00167C70"/>
    <w:rsid w:val="00170F63"/>
    <w:rsid w:val="00181EBA"/>
    <w:rsid w:val="001857CD"/>
    <w:rsid w:val="001860AA"/>
    <w:rsid w:val="0019405F"/>
    <w:rsid w:val="00194CE4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10A11"/>
    <w:rsid w:val="00221DB4"/>
    <w:rsid w:val="00233C0A"/>
    <w:rsid w:val="0023657E"/>
    <w:rsid w:val="00237868"/>
    <w:rsid w:val="002504D7"/>
    <w:rsid w:val="00253C20"/>
    <w:rsid w:val="00271227"/>
    <w:rsid w:val="002849D9"/>
    <w:rsid w:val="00284D12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27DA8"/>
    <w:rsid w:val="003372C6"/>
    <w:rsid w:val="003542ED"/>
    <w:rsid w:val="0036355E"/>
    <w:rsid w:val="003637DC"/>
    <w:rsid w:val="00367577"/>
    <w:rsid w:val="00367F21"/>
    <w:rsid w:val="00371E03"/>
    <w:rsid w:val="00394308"/>
    <w:rsid w:val="00395B22"/>
    <w:rsid w:val="00397A9A"/>
    <w:rsid w:val="003A0C18"/>
    <w:rsid w:val="003A1637"/>
    <w:rsid w:val="003B6688"/>
    <w:rsid w:val="003B7053"/>
    <w:rsid w:val="003C645A"/>
    <w:rsid w:val="003E4804"/>
    <w:rsid w:val="003F181F"/>
    <w:rsid w:val="00410F52"/>
    <w:rsid w:val="0041238D"/>
    <w:rsid w:val="0041759B"/>
    <w:rsid w:val="00427ACA"/>
    <w:rsid w:val="00434016"/>
    <w:rsid w:val="00444314"/>
    <w:rsid w:val="0045431B"/>
    <w:rsid w:val="0046258A"/>
    <w:rsid w:val="004678AD"/>
    <w:rsid w:val="004846F0"/>
    <w:rsid w:val="00486674"/>
    <w:rsid w:val="004869BB"/>
    <w:rsid w:val="00493F6D"/>
    <w:rsid w:val="00497319"/>
    <w:rsid w:val="004A259A"/>
    <w:rsid w:val="004A7390"/>
    <w:rsid w:val="004B1AB3"/>
    <w:rsid w:val="004D3AB9"/>
    <w:rsid w:val="004D5228"/>
    <w:rsid w:val="004F324E"/>
    <w:rsid w:val="004F39C5"/>
    <w:rsid w:val="0050053D"/>
    <w:rsid w:val="00505CF9"/>
    <w:rsid w:val="00507A5E"/>
    <w:rsid w:val="00513217"/>
    <w:rsid w:val="0052009A"/>
    <w:rsid w:val="00521F62"/>
    <w:rsid w:val="00530999"/>
    <w:rsid w:val="00532012"/>
    <w:rsid w:val="00535EDA"/>
    <w:rsid w:val="00541885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2006"/>
    <w:rsid w:val="005E3BA4"/>
    <w:rsid w:val="005E7F55"/>
    <w:rsid w:val="005F0BC6"/>
    <w:rsid w:val="005F3F0F"/>
    <w:rsid w:val="006078D7"/>
    <w:rsid w:val="00613DA6"/>
    <w:rsid w:val="006142AF"/>
    <w:rsid w:val="00614C6B"/>
    <w:rsid w:val="00651526"/>
    <w:rsid w:val="00654C50"/>
    <w:rsid w:val="006602EC"/>
    <w:rsid w:val="00665A87"/>
    <w:rsid w:val="006719EC"/>
    <w:rsid w:val="00676CA9"/>
    <w:rsid w:val="00687224"/>
    <w:rsid w:val="006A182E"/>
    <w:rsid w:val="006A47E2"/>
    <w:rsid w:val="006B2EAF"/>
    <w:rsid w:val="006C1614"/>
    <w:rsid w:val="006D6DDE"/>
    <w:rsid w:val="006D7277"/>
    <w:rsid w:val="006E5DDE"/>
    <w:rsid w:val="007005AD"/>
    <w:rsid w:val="007010A4"/>
    <w:rsid w:val="00701498"/>
    <w:rsid w:val="00701E65"/>
    <w:rsid w:val="007045D2"/>
    <w:rsid w:val="007048B9"/>
    <w:rsid w:val="00723EB8"/>
    <w:rsid w:val="007413D2"/>
    <w:rsid w:val="00746BF8"/>
    <w:rsid w:val="007511E8"/>
    <w:rsid w:val="00755BDB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9EF"/>
    <w:rsid w:val="0082327B"/>
    <w:rsid w:val="00831316"/>
    <w:rsid w:val="008318BA"/>
    <w:rsid w:val="00835B3F"/>
    <w:rsid w:val="0084153A"/>
    <w:rsid w:val="00843519"/>
    <w:rsid w:val="00854DFD"/>
    <w:rsid w:val="00856474"/>
    <w:rsid w:val="00873896"/>
    <w:rsid w:val="00875421"/>
    <w:rsid w:val="00881148"/>
    <w:rsid w:val="00882A64"/>
    <w:rsid w:val="008864DC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41035"/>
    <w:rsid w:val="00942409"/>
    <w:rsid w:val="00952021"/>
    <w:rsid w:val="00957CB9"/>
    <w:rsid w:val="00972EDB"/>
    <w:rsid w:val="00987858"/>
    <w:rsid w:val="009959A2"/>
    <w:rsid w:val="009A223F"/>
    <w:rsid w:val="009A27D5"/>
    <w:rsid w:val="009A79F8"/>
    <w:rsid w:val="009B461D"/>
    <w:rsid w:val="009C061D"/>
    <w:rsid w:val="009C0FAC"/>
    <w:rsid w:val="009C6A55"/>
    <w:rsid w:val="009D0AB6"/>
    <w:rsid w:val="009D212E"/>
    <w:rsid w:val="009D4F55"/>
    <w:rsid w:val="009D58BB"/>
    <w:rsid w:val="009D5E71"/>
    <w:rsid w:val="009D6F55"/>
    <w:rsid w:val="009E2A17"/>
    <w:rsid w:val="009E6447"/>
    <w:rsid w:val="009E69D6"/>
    <w:rsid w:val="009E7861"/>
    <w:rsid w:val="009F28C1"/>
    <w:rsid w:val="00A14C04"/>
    <w:rsid w:val="00A224F0"/>
    <w:rsid w:val="00A33813"/>
    <w:rsid w:val="00A408B0"/>
    <w:rsid w:val="00A60D9F"/>
    <w:rsid w:val="00A60FBD"/>
    <w:rsid w:val="00A674A9"/>
    <w:rsid w:val="00A72975"/>
    <w:rsid w:val="00A927CD"/>
    <w:rsid w:val="00A969F6"/>
    <w:rsid w:val="00AD1D8E"/>
    <w:rsid w:val="00AD5AD8"/>
    <w:rsid w:val="00AD6D7B"/>
    <w:rsid w:val="00AE0B80"/>
    <w:rsid w:val="00AE5C61"/>
    <w:rsid w:val="00AE7999"/>
    <w:rsid w:val="00AF07F8"/>
    <w:rsid w:val="00AF5037"/>
    <w:rsid w:val="00B03D3F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39C1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B4E"/>
    <w:rsid w:val="00BE4009"/>
    <w:rsid w:val="00BE528A"/>
    <w:rsid w:val="00BF35DC"/>
    <w:rsid w:val="00C02739"/>
    <w:rsid w:val="00C32E45"/>
    <w:rsid w:val="00C34742"/>
    <w:rsid w:val="00C351E8"/>
    <w:rsid w:val="00C35EE9"/>
    <w:rsid w:val="00C402FB"/>
    <w:rsid w:val="00C57BBA"/>
    <w:rsid w:val="00C70AF5"/>
    <w:rsid w:val="00C9011F"/>
    <w:rsid w:val="00C96B0F"/>
    <w:rsid w:val="00CA555A"/>
    <w:rsid w:val="00CB0377"/>
    <w:rsid w:val="00CB06B6"/>
    <w:rsid w:val="00CB33DF"/>
    <w:rsid w:val="00CC2119"/>
    <w:rsid w:val="00CC652E"/>
    <w:rsid w:val="00CD6630"/>
    <w:rsid w:val="00CD6CEB"/>
    <w:rsid w:val="00CE02C6"/>
    <w:rsid w:val="00CE688A"/>
    <w:rsid w:val="00CF35A0"/>
    <w:rsid w:val="00CF5602"/>
    <w:rsid w:val="00D04F89"/>
    <w:rsid w:val="00D35DB7"/>
    <w:rsid w:val="00D36B4C"/>
    <w:rsid w:val="00D36FFB"/>
    <w:rsid w:val="00D50E4C"/>
    <w:rsid w:val="00D564D9"/>
    <w:rsid w:val="00D57B1F"/>
    <w:rsid w:val="00D61196"/>
    <w:rsid w:val="00D75C69"/>
    <w:rsid w:val="00D775B8"/>
    <w:rsid w:val="00D77D2C"/>
    <w:rsid w:val="00D8186A"/>
    <w:rsid w:val="00D861F5"/>
    <w:rsid w:val="00D874A4"/>
    <w:rsid w:val="00D933A2"/>
    <w:rsid w:val="00D96D93"/>
    <w:rsid w:val="00D971DC"/>
    <w:rsid w:val="00DA0532"/>
    <w:rsid w:val="00DB3363"/>
    <w:rsid w:val="00DB7F2B"/>
    <w:rsid w:val="00DC3677"/>
    <w:rsid w:val="00DC67B8"/>
    <w:rsid w:val="00DC7B4C"/>
    <w:rsid w:val="00DD5EF6"/>
    <w:rsid w:val="00DE2915"/>
    <w:rsid w:val="00DF61AC"/>
    <w:rsid w:val="00E00097"/>
    <w:rsid w:val="00E04B88"/>
    <w:rsid w:val="00E218DB"/>
    <w:rsid w:val="00E32359"/>
    <w:rsid w:val="00E3589D"/>
    <w:rsid w:val="00E4290A"/>
    <w:rsid w:val="00E5128B"/>
    <w:rsid w:val="00E5217E"/>
    <w:rsid w:val="00E617FC"/>
    <w:rsid w:val="00E6529E"/>
    <w:rsid w:val="00E66445"/>
    <w:rsid w:val="00E66B79"/>
    <w:rsid w:val="00E66CCA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D4917"/>
    <w:rsid w:val="00EF190B"/>
    <w:rsid w:val="00EF5F68"/>
    <w:rsid w:val="00F03BF2"/>
    <w:rsid w:val="00F06F66"/>
    <w:rsid w:val="00F070A5"/>
    <w:rsid w:val="00F11011"/>
    <w:rsid w:val="00F1354C"/>
    <w:rsid w:val="00F15F05"/>
    <w:rsid w:val="00F2294B"/>
    <w:rsid w:val="00F31FC6"/>
    <w:rsid w:val="00F3336D"/>
    <w:rsid w:val="00F36A98"/>
    <w:rsid w:val="00F36BF8"/>
    <w:rsid w:val="00F406C3"/>
    <w:rsid w:val="00F4292D"/>
    <w:rsid w:val="00F47A9E"/>
    <w:rsid w:val="00F60ECA"/>
    <w:rsid w:val="00F658E0"/>
    <w:rsid w:val="00F718C8"/>
    <w:rsid w:val="00F728A4"/>
    <w:rsid w:val="00F73150"/>
    <w:rsid w:val="00F8327A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0AC5"/>
    <w:rsid w:val="00FD6413"/>
    <w:rsid w:val="00FE2F28"/>
    <w:rsid w:val="00FE3117"/>
    <w:rsid w:val="00FE4033"/>
    <w:rsid w:val="00FE5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86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311</TotalTime>
  <Pages>1</Pages>
  <Words>730</Words>
  <Characters>4161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User1</cp:lastModifiedBy>
  <cp:revision>15</cp:revision>
  <cp:lastPrinted>2015-03-30T07:49:00Z</cp:lastPrinted>
  <dcterms:created xsi:type="dcterms:W3CDTF">2015-01-21T15:24:00Z</dcterms:created>
  <dcterms:modified xsi:type="dcterms:W3CDTF">2015-03-30T07:51:00Z</dcterms:modified>
</cp:coreProperties>
</file>